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4E8B4" w14:textId="77777777" w:rsidR="009E0D57" w:rsidRPr="00E416F2" w:rsidRDefault="00C3046E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3046E">
        <w:rPr>
          <w:iCs/>
          <w:caps w:val="0"/>
          <w:kern w:val="0"/>
          <w:sz w:val="24"/>
          <w:szCs w:val="24"/>
        </w:rPr>
        <w:t xml:space="preserve">Отчет о Маржинальном требовании </w:t>
      </w:r>
      <w:r w:rsidR="003B2F47" w:rsidRPr="003B2F47">
        <w:rPr>
          <w:iCs/>
          <w:caps w:val="0"/>
          <w:kern w:val="0"/>
          <w:sz w:val="24"/>
          <w:szCs w:val="24"/>
        </w:rPr>
        <w:t>(ССХ</w:t>
      </w:r>
      <w:r w:rsidRPr="001E7798">
        <w:rPr>
          <w:iCs/>
          <w:caps w:val="0"/>
          <w:kern w:val="0"/>
          <w:sz w:val="24"/>
          <w:szCs w:val="24"/>
        </w:rPr>
        <w:t>11</w:t>
      </w:r>
      <w:r w:rsidR="003B2F47" w:rsidRPr="003B2F47">
        <w:rPr>
          <w:iCs/>
          <w:caps w:val="0"/>
          <w:kern w:val="0"/>
          <w:sz w:val="24"/>
          <w:szCs w:val="24"/>
        </w:rPr>
        <w:t xml:space="preserve">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2C00134A" w14:textId="77777777" w:rsidR="008C3897" w:rsidRPr="00E416F2" w:rsidRDefault="008C3897" w:rsidP="008C3897"/>
    <w:p w14:paraId="19F0C5D1" w14:textId="77777777" w:rsidR="00C3046E" w:rsidRPr="001E7798" w:rsidRDefault="00C3046E" w:rsidP="00C3046E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1E7798">
        <w:rPr>
          <w:sz w:val="18"/>
          <w:szCs w:val="18"/>
        </w:rPr>
        <w:t>Дата и Время формирования отчета &lt;Дата&gt; &lt;Время&gt;</w:t>
      </w:r>
    </w:p>
    <w:p w14:paraId="44E1A4CA" w14:textId="66C32A7E" w:rsidR="00C64ED9" w:rsidRPr="00790846" w:rsidRDefault="00C64ED9" w:rsidP="00C64ED9">
      <w:pPr>
        <w:pStyle w:val="Text"/>
        <w:rPr>
          <w:b/>
          <w:sz w:val="18"/>
          <w:szCs w:val="18"/>
        </w:rPr>
      </w:pPr>
      <w:r w:rsidRPr="0049140D">
        <w:rPr>
          <w:sz w:val="18"/>
          <w:szCs w:val="18"/>
        </w:rPr>
        <w:t>НКО ЦК</w:t>
      </w:r>
      <w:r w:rsidR="00FE37FE">
        <w:rPr>
          <w:sz w:val="18"/>
          <w:szCs w:val="18"/>
        </w:rPr>
        <w:t xml:space="preserve"> </w:t>
      </w:r>
      <w:r w:rsidR="00F07EC7" w:rsidRPr="00F07EC7">
        <w:rPr>
          <w:sz w:val="18"/>
          <w:szCs w:val="18"/>
        </w:rPr>
        <w:t>"</w:t>
      </w:r>
      <w:r w:rsidR="00FE37FE">
        <w:rPr>
          <w:sz w:val="18"/>
          <w:szCs w:val="18"/>
        </w:rPr>
        <w:t>ЭФИР</w:t>
      </w:r>
      <w:r w:rsidR="00F07EC7" w:rsidRPr="00F07EC7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p w14:paraId="1F7BA643" w14:textId="77777777" w:rsidR="00C3046E" w:rsidRPr="001E7798" w:rsidRDefault="00C3046E" w:rsidP="00C3046E">
      <w:pPr>
        <w:pStyle w:val="Text"/>
        <w:spacing w:before="120"/>
        <w:jc w:val="center"/>
        <w:rPr>
          <w:b/>
          <w:sz w:val="18"/>
          <w:szCs w:val="18"/>
        </w:rPr>
      </w:pPr>
      <w:r w:rsidRPr="001E7798">
        <w:rPr>
          <w:rStyle w:val="affff2"/>
          <w:sz w:val="18"/>
          <w:szCs w:val="18"/>
        </w:rPr>
        <w:t>ОТЧЕТ О МАРЖИНАЛЬНОМ ТРЕБОВАНИИ</w:t>
      </w:r>
      <w:r w:rsidRPr="001E7798">
        <w:rPr>
          <w:b/>
          <w:sz w:val="18"/>
          <w:szCs w:val="18"/>
        </w:rPr>
        <w:t xml:space="preserve"> </w:t>
      </w:r>
    </w:p>
    <w:p w14:paraId="65A619C0" w14:textId="77777777" w:rsidR="00C3046E" w:rsidRPr="001E7798" w:rsidRDefault="00C3046E" w:rsidP="00C3046E">
      <w:pPr>
        <w:pStyle w:val="Text"/>
        <w:spacing w:before="120"/>
        <w:jc w:val="left"/>
        <w:rPr>
          <w:sz w:val="18"/>
          <w:szCs w:val="18"/>
        </w:rPr>
      </w:pPr>
    </w:p>
    <w:p w14:paraId="3036CA8B" w14:textId="77777777" w:rsidR="00C3046E" w:rsidRPr="001E7798" w:rsidRDefault="00C3046E" w:rsidP="00C3046E">
      <w:pPr>
        <w:pStyle w:val="Text"/>
        <w:spacing w:before="120"/>
        <w:jc w:val="left"/>
        <w:rPr>
          <w:sz w:val="18"/>
          <w:szCs w:val="18"/>
        </w:rPr>
      </w:pPr>
      <w:r w:rsidRPr="001E7798">
        <w:rPr>
          <w:sz w:val="18"/>
          <w:szCs w:val="18"/>
        </w:rPr>
        <w:t>Дата, за которую сформирован отчет: &lt;Дата&gt;</w:t>
      </w:r>
    </w:p>
    <w:p w14:paraId="410510A3" w14:textId="77777777" w:rsidR="00C3046E" w:rsidRPr="00A70886" w:rsidRDefault="00777BD8" w:rsidP="00C3046E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1E7798">
        <w:rPr>
          <w:sz w:val="18"/>
          <w:szCs w:val="18"/>
        </w:rPr>
        <w:t xml:space="preserve"> </w:t>
      </w:r>
      <w:r w:rsidR="00C3046E" w:rsidRPr="001E7798">
        <w:rPr>
          <w:sz w:val="18"/>
          <w:szCs w:val="18"/>
        </w:rPr>
        <w:t xml:space="preserve">Участника клиринга: </w:t>
      </w:r>
      <w:r w:rsidR="00A70886" w:rsidRPr="00E5469C">
        <w:rPr>
          <w:sz w:val="18"/>
          <w:szCs w:val="18"/>
        </w:rPr>
        <w:t>&lt;</w:t>
      </w:r>
      <w:r w:rsidR="00A70886">
        <w:rPr>
          <w:sz w:val="18"/>
          <w:szCs w:val="18"/>
        </w:rPr>
        <w:t>Клиринговый код</w:t>
      </w:r>
      <w:r w:rsidR="00A70886" w:rsidRPr="001E7798">
        <w:rPr>
          <w:sz w:val="18"/>
          <w:szCs w:val="18"/>
        </w:rPr>
        <w:t xml:space="preserve"> Участника клиринга</w:t>
      </w:r>
      <w:r w:rsidR="00A70886" w:rsidRPr="00E5469C">
        <w:rPr>
          <w:sz w:val="18"/>
          <w:szCs w:val="18"/>
        </w:rPr>
        <w:t>&gt;</w:t>
      </w:r>
    </w:p>
    <w:p w14:paraId="7A5C0465" w14:textId="77777777" w:rsidR="00C3046E" w:rsidRPr="00A70886" w:rsidRDefault="00C3046E" w:rsidP="00C3046E">
      <w:pPr>
        <w:pStyle w:val="Text"/>
        <w:rPr>
          <w:sz w:val="18"/>
          <w:szCs w:val="18"/>
        </w:rPr>
      </w:pPr>
      <w:r w:rsidRPr="001E7798">
        <w:rPr>
          <w:sz w:val="18"/>
          <w:szCs w:val="18"/>
        </w:rPr>
        <w:t>Наименование Участника клиринга:</w:t>
      </w:r>
      <w:r w:rsidR="00A70886" w:rsidRPr="00E5469C">
        <w:rPr>
          <w:sz w:val="18"/>
          <w:szCs w:val="18"/>
        </w:rPr>
        <w:t xml:space="preserve"> &lt;</w:t>
      </w:r>
      <w:r w:rsidR="00A70886" w:rsidRPr="001E7798">
        <w:rPr>
          <w:sz w:val="18"/>
          <w:szCs w:val="18"/>
        </w:rPr>
        <w:t>Наименование Участника клиринга</w:t>
      </w:r>
      <w:r w:rsidR="00A70886" w:rsidRPr="00E5469C">
        <w:rPr>
          <w:sz w:val="18"/>
          <w:szCs w:val="18"/>
        </w:rPr>
        <w:t>&gt;</w:t>
      </w:r>
    </w:p>
    <w:p w14:paraId="372185F6" w14:textId="77777777" w:rsidR="00C3046E" w:rsidRPr="001E7798" w:rsidRDefault="00C3046E" w:rsidP="00C3046E">
      <w:pPr>
        <w:spacing w:before="120" w:after="120"/>
        <w:rPr>
          <w:rStyle w:val="affff2"/>
          <w:b w:val="0"/>
          <w:sz w:val="18"/>
          <w:szCs w:val="18"/>
          <w:lang w:val="en-US"/>
        </w:rPr>
      </w:pPr>
      <w:r w:rsidRPr="00A57AF7">
        <w:rPr>
          <w:rStyle w:val="affff2"/>
          <w:sz w:val="18"/>
          <w:szCs w:val="18"/>
        </w:rPr>
        <w:t xml:space="preserve">Маржинальное требование должно быть исполнено в срок до: </w:t>
      </w:r>
      <w:r w:rsidR="00F049C3" w:rsidRPr="00A57AF7">
        <w:rPr>
          <w:rStyle w:val="affff2"/>
          <w:sz w:val="18"/>
          <w:szCs w:val="18"/>
        </w:rPr>
        <w:t>&lt;Время&gt;</w:t>
      </w:r>
      <w:r w:rsidRPr="00A57AF7">
        <w:rPr>
          <w:rStyle w:val="affff2"/>
          <w:sz w:val="18"/>
          <w:szCs w:val="18"/>
        </w:rPr>
        <w:t xml:space="preserve"> мск. &lt;Дата&gt;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536"/>
      </w:tblGrid>
      <w:tr w:rsidR="00C3046E" w:rsidRPr="00C3046E" w14:paraId="475EB223" w14:textId="77777777" w:rsidTr="00BB0E41">
        <w:tc>
          <w:tcPr>
            <w:tcW w:w="1985" w:type="dxa"/>
            <w:shd w:val="clear" w:color="auto" w:fill="auto"/>
          </w:tcPr>
          <w:p w14:paraId="1C1CFE2B" w14:textId="77777777" w:rsidR="00C3046E" w:rsidRPr="00A57AF7" w:rsidRDefault="00F049C3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 w:rsidRPr="00A57AF7">
              <w:rPr>
                <w:rStyle w:val="affff2"/>
                <w:rFonts w:eastAsia="Calibri"/>
                <w:sz w:val="18"/>
                <w:szCs w:val="18"/>
              </w:rPr>
              <w:t>ТКР</w:t>
            </w:r>
          </w:p>
        </w:tc>
        <w:tc>
          <w:tcPr>
            <w:tcW w:w="4536" w:type="dxa"/>
            <w:shd w:val="clear" w:color="auto" w:fill="auto"/>
          </w:tcPr>
          <w:p w14:paraId="1F4F7C42" w14:textId="0314420E" w:rsidR="00C3046E" w:rsidRPr="00A57AF7" w:rsidRDefault="00C3046E" w:rsidP="00BB0E41">
            <w:pPr>
              <w:pStyle w:val="Text"/>
              <w:jc w:val="center"/>
              <w:rPr>
                <w:rStyle w:val="affff2"/>
                <w:rFonts w:eastAsia="Calibri"/>
                <w:b w:val="0"/>
                <w:iCs w:val="0"/>
                <w:sz w:val="18"/>
                <w:szCs w:val="18"/>
              </w:rPr>
            </w:pPr>
            <w:r w:rsidRPr="00A57AF7">
              <w:rPr>
                <w:rStyle w:val="affff2"/>
                <w:rFonts w:eastAsia="Calibri"/>
                <w:sz w:val="18"/>
                <w:szCs w:val="18"/>
              </w:rPr>
              <w:t xml:space="preserve">Сумма </w:t>
            </w:r>
            <w:r w:rsidR="0090256B">
              <w:rPr>
                <w:rStyle w:val="affff2"/>
                <w:rFonts w:eastAsia="Calibri"/>
                <w:sz w:val="18"/>
                <w:szCs w:val="18"/>
              </w:rPr>
              <w:t>М</w:t>
            </w:r>
            <w:r w:rsidRPr="00A57AF7">
              <w:rPr>
                <w:rStyle w:val="affff2"/>
                <w:rFonts w:eastAsia="Calibri"/>
                <w:sz w:val="18"/>
                <w:szCs w:val="18"/>
              </w:rPr>
              <w:t>аржинального требования, руб.</w:t>
            </w:r>
          </w:p>
        </w:tc>
      </w:tr>
      <w:tr w:rsidR="00C3046E" w:rsidRPr="00C3046E" w14:paraId="59C2749B" w14:textId="77777777" w:rsidTr="00BB0E41">
        <w:tc>
          <w:tcPr>
            <w:tcW w:w="1985" w:type="dxa"/>
            <w:shd w:val="clear" w:color="auto" w:fill="auto"/>
          </w:tcPr>
          <w:p w14:paraId="16E4D178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63449985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  <w:tr w:rsidR="00C3046E" w:rsidRPr="00C3046E" w14:paraId="20065CD9" w14:textId="77777777" w:rsidTr="00BB0E41">
        <w:tc>
          <w:tcPr>
            <w:tcW w:w="1985" w:type="dxa"/>
            <w:shd w:val="clear" w:color="auto" w:fill="auto"/>
          </w:tcPr>
          <w:p w14:paraId="140050BA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6B25B10E" w14:textId="77777777" w:rsidR="00C3046E" w:rsidRPr="001E7798" w:rsidRDefault="00C3046E" w:rsidP="00BB0E41">
            <w:pPr>
              <w:pStyle w:val="Text"/>
              <w:rPr>
                <w:rStyle w:val="affff2"/>
                <w:rFonts w:eastAsia="Calibri"/>
                <w:b w:val="0"/>
                <w:sz w:val="18"/>
                <w:szCs w:val="18"/>
              </w:rPr>
            </w:pPr>
          </w:p>
        </w:tc>
      </w:tr>
    </w:tbl>
    <w:p w14:paraId="2F24C6ED" w14:textId="77777777" w:rsidR="00C3046E" w:rsidRPr="001E7798" w:rsidRDefault="00C3046E" w:rsidP="00C3046E">
      <w:pPr>
        <w:rPr>
          <w:sz w:val="18"/>
          <w:szCs w:val="18"/>
        </w:rPr>
      </w:pPr>
    </w:p>
    <w:p w14:paraId="30F040A0" w14:textId="359E06C2" w:rsidR="00D54121" w:rsidRPr="001E7798" w:rsidRDefault="00C3046E" w:rsidP="001A7A3B">
      <w:pPr>
        <w:jc w:val="both"/>
        <w:rPr>
          <w:sz w:val="18"/>
          <w:szCs w:val="18"/>
        </w:rPr>
      </w:pPr>
      <w:r w:rsidRPr="001E7798">
        <w:rPr>
          <w:sz w:val="18"/>
          <w:szCs w:val="18"/>
        </w:rPr>
        <w:t xml:space="preserve">Исполнение Маржинального требования Участником клиринга осуществляется в соответствии с </w:t>
      </w:r>
      <w:r w:rsidR="00D54121" w:rsidRPr="001E7798">
        <w:rPr>
          <w:sz w:val="18"/>
          <w:szCs w:val="18"/>
        </w:rPr>
        <w:t xml:space="preserve">Правилами клиринга </w:t>
      </w:r>
      <w:r w:rsidR="001A7A3B" w:rsidRPr="001A7A3B">
        <w:rPr>
          <w:sz w:val="18"/>
          <w:szCs w:val="18"/>
        </w:rPr>
        <w:t>НКО ЦК</w:t>
      </w:r>
      <w:r w:rsidR="00FE37FE">
        <w:rPr>
          <w:sz w:val="18"/>
          <w:szCs w:val="18"/>
        </w:rPr>
        <w:t xml:space="preserve"> </w:t>
      </w:r>
      <w:r w:rsidR="00F07EC7" w:rsidRPr="00F07EC7">
        <w:rPr>
          <w:sz w:val="18"/>
          <w:szCs w:val="18"/>
        </w:rPr>
        <w:t>"</w:t>
      </w:r>
      <w:r w:rsidR="00FE37FE">
        <w:rPr>
          <w:sz w:val="18"/>
          <w:szCs w:val="18"/>
        </w:rPr>
        <w:t>ЭФИР</w:t>
      </w:r>
      <w:r w:rsidR="00F07EC7" w:rsidRPr="00F07EC7">
        <w:rPr>
          <w:sz w:val="18"/>
          <w:szCs w:val="18"/>
        </w:rPr>
        <w:t>"</w:t>
      </w:r>
      <w:r w:rsidR="001A7A3B" w:rsidRPr="001A7A3B">
        <w:rPr>
          <w:sz w:val="18"/>
          <w:szCs w:val="18"/>
        </w:rPr>
        <w:t xml:space="preserve"> (АО)</w:t>
      </w:r>
      <w:r w:rsidR="00D54121" w:rsidRPr="001E7798">
        <w:rPr>
          <w:sz w:val="18"/>
          <w:szCs w:val="18"/>
        </w:rPr>
        <w:t>.</w:t>
      </w:r>
    </w:p>
    <w:p w14:paraId="0BEBFB64" w14:textId="77777777" w:rsidR="00484510" w:rsidRPr="00C3046E" w:rsidRDefault="00484510" w:rsidP="001E5264">
      <w:pPr>
        <w:rPr>
          <w:b/>
          <w:bCs/>
          <w:sz w:val="18"/>
          <w:szCs w:val="18"/>
        </w:rPr>
      </w:pPr>
    </w:p>
    <w:p w14:paraId="7717E6D1" w14:textId="77777777" w:rsidR="00B1725F" w:rsidRPr="00C3046E" w:rsidRDefault="00B1725F" w:rsidP="001E5264">
      <w:pPr>
        <w:rPr>
          <w:sz w:val="18"/>
          <w:szCs w:val="18"/>
        </w:rPr>
      </w:pPr>
    </w:p>
    <w:p w14:paraId="6AFEE8AB" w14:textId="26F7A996" w:rsidR="00C64ED9" w:rsidRPr="00E416F2" w:rsidRDefault="00C64ED9" w:rsidP="00C64ED9">
      <w:pPr>
        <w:rPr>
          <w:b/>
          <w:caps/>
          <w:kern w:val="28"/>
          <w:lang w:eastAsia="en-US"/>
        </w:rPr>
      </w:pPr>
      <w:bookmarkStart w:id="2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>
        <w:rPr>
          <w:b/>
          <w:bCs/>
          <w:sz w:val="18"/>
          <w:szCs w:val="18"/>
        </w:rPr>
        <w:t>НКО ЦК</w:t>
      </w:r>
      <w:r w:rsidR="00FE37FE">
        <w:rPr>
          <w:b/>
          <w:bCs/>
          <w:sz w:val="18"/>
          <w:szCs w:val="18"/>
        </w:rPr>
        <w:t xml:space="preserve"> </w:t>
      </w:r>
      <w:r w:rsidR="00F07EC7">
        <w:t>"</w:t>
      </w:r>
      <w:r w:rsidR="00FE37FE">
        <w:rPr>
          <w:b/>
          <w:bCs/>
          <w:sz w:val="18"/>
          <w:szCs w:val="18"/>
        </w:rPr>
        <w:t>ЭФИР</w:t>
      </w:r>
      <w:r w:rsidR="00F07EC7">
        <w:t>"</w:t>
      </w:r>
      <w:r>
        <w:rPr>
          <w:b/>
          <w:bCs/>
          <w:sz w:val="18"/>
          <w:szCs w:val="18"/>
        </w:rPr>
        <w:t xml:space="preserve"> (АО)</w:t>
      </w:r>
      <w:r w:rsidRPr="00E416F2">
        <w:rPr>
          <w:b/>
          <w:bCs/>
          <w:sz w:val="18"/>
          <w:szCs w:val="18"/>
        </w:rPr>
        <w:t>:</w:t>
      </w:r>
      <w:r>
        <w:rPr>
          <w:b/>
          <w:bCs/>
          <w:sz w:val="18"/>
          <w:szCs w:val="18"/>
        </w:rPr>
        <w:t xml:space="preserve"> </w:t>
      </w:r>
      <w:r w:rsidRPr="0049140D">
        <w:rPr>
          <w:sz w:val="18"/>
          <w:szCs w:val="18"/>
        </w:rPr>
        <w:t>&lt;ФИО сотрудника НКО ЦК</w:t>
      </w:r>
      <w:r w:rsidR="00FE37FE">
        <w:rPr>
          <w:sz w:val="18"/>
          <w:szCs w:val="18"/>
        </w:rPr>
        <w:t xml:space="preserve"> </w:t>
      </w:r>
      <w:r w:rsidR="00F07EC7" w:rsidRPr="00F07EC7">
        <w:rPr>
          <w:sz w:val="18"/>
          <w:szCs w:val="18"/>
        </w:rPr>
        <w:t>"</w:t>
      </w:r>
      <w:r w:rsidR="00FE37FE">
        <w:rPr>
          <w:sz w:val="18"/>
          <w:szCs w:val="18"/>
        </w:rPr>
        <w:t>ЭФИР</w:t>
      </w:r>
      <w:r w:rsidR="00F07EC7" w:rsidRPr="00F07EC7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(АО)&gt;</w:t>
      </w:r>
    </w:p>
    <w:bookmarkEnd w:id="2"/>
    <w:p w14:paraId="5030D4FE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7C67EB43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39B9651F" w14:textId="77777777" w:rsidR="003147A5" w:rsidRPr="00E416F2" w:rsidRDefault="00C3046E" w:rsidP="003147A5">
      <w:pPr>
        <w:pStyle w:val="10"/>
        <w:rPr>
          <w:iCs/>
          <w:caps w:val="0"/>
          <w:kern w:val="0"/>
          <w:sz w:val="24"/>
          <w:szCs w:val="24"/>
        </w:rPr>
      </w:pPr>
      <w:r w:rsidRPr="00C3046E">
        <w:rPr>
          <w:iCs/>
          <w:caps w:val="0"/>
          <w:kern w:val="0"/>
          <w:sz w:val="24"/>
          <w:szCs w:val="24"/>
        </w:rPr>
        <w:lastRenderedPageBreak/>
        <w:t xml:space="preserve">Отчет о Маржинальном требовании </w:t>
      </w:r>
      <w:r w:rsidR="00CF7A17" w:rsidRPr="003B2F47">
        <w:rPr>
          <w:iCs/>
          <w:caps w:val="0"/>
          <w:kern w:val="0"/>
          <w:sz w:val="24"/>
          <w:szCs w:val="24"/>
        </w:rPr>
        <w:t>(ССХ</w:t>
      </w:r>
      <w:r w:rsidRPr="001E7798">
        <w:rPr>
          <w:iCs/>
          <w:caps w:val="0"/>
          <w:kern w:val="0"/>
          <w:sz w:val="24"/>
          <w:szCs w:val="24"/>
        </w:rPr>
        <w:t>11</w:t>
      </w:r>
      <w:r w:rsidR="00CF7A17" w:rsidRPr="003B2F47">
        <w:rPr>
          <w:iCs/>
          <w:caps w:val="0"/>
          <w:kern w:val="0"/>
          <w:sz w:val="24"/>
          <w:szCs w:val="24"/>
        </w:rPr>
        <w:t>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186932CD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16CEA277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103B675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1F8C368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FE37FE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4F6D5335" w14:textId="77777777" w:rsidR="004F25FE" w:rsidRPr="001E7798" w:rsidRDefault="004F25FE" w:rsidP="004F25FE">
      <w:pPr>
        <w:pStyle w:val="afff7"/>
        <w:rPr>
          <w:sz w:val="22"/>
          <w:szCs w:val="22"/>
        </w:rPr>
      </w:pPr>
    </w:p>
    <w:p w14:paraId="301DFDB5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099AE059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159D76C6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3046E" w:rsidRPr="001E7798">
        <w:rPr>
          <w:sz w:val="20"/>
        </w:rPr>
        <w:t>11</w:t>
      </w:r>
      <w:r>
        <w:rPr>
          <w:sz w:val="20"/>
        </w:rPr>
        <w:t>,</w:t>
      </w:r>
    </w:p>
    <w:p w14:paraId="54E2457F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0791027D" w14:textId="77777777" w:rsidR="00C3046E" w:rsidRDefault="00C3046E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453"/>
        <w:gridCol w:w="2594"/>
        <w:gridCol w:w="4851"/>
        <w:gridCol w:w="1488"/>
        <w:gridCol w:w="1653"/>
        <w:gridCol w:w="1154"/>
        <w:gridCol w:w="832"/>
      </w:tblGrid>
      <w:tr w:rsidR="00C3046E" w:rsidRPr="00C3046E" w14:paraId="6F3E53CD" w14:textId="77777777" w:rsidTr="00BB0E41">
        <w:tc>
          <w:tcPr>
            <w:tcW w:w="701" w:type="pct"/>
            <w:shd w:val="clear" w:color="auto" w:fill="FFFFFF"/>
          </w:tcPr>
          <w:p w14:paraId="611937B8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ноды</w:t>
            </w:r>
          </w:p>
        </w:tc>
        <w:tc>
          <w:tcPr>
            <w:tcW w:w="741" w:type="pct"/>
            <w:shd w:val="clear" w:color="auto" w:fill="FFFFFF"/>
          </w:tcPr>
          <w:p w14:paraId="1F7B8488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386" w:type="pct"/>
            <w:shd w:val="clear" w:color="auto" w:fill="FFFFFF"/>
          </w:tcPr>
          <w:p w14:paraId="60982474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425" w:type="pct"/>
            <w:shd w:val="clear" w:color="auto" w:fill="FFFFFF"/>
          </w:tcPr>
          <w:p w14:paraId="47BB682E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Обязат.</w:t>
            </w:r>
          </w:p>
        </w:tc>
        <w:tc>
          <w:tcPr>
            <w:tcW w:w="472" w:type="pct"/>
            <w:shd w:val="clear" w:color="auto" w:fill="FFFFFF"/>
          </w:tcPr>
          <w:p w14:paraId="7B989814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30" w:type="pct"/>
            <w:shd w:val="clear" w:color="auto" w:fill="FFFFFF"/>
          </w:tcPr>
          <w:p w14:paraId="280F42A2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238" w:type="pct"/>
            <w:shd w:val="clear" w:color="auto" w:fill="FFFFFF"/>
          </w:tcPr>
          <w:p w14:paraId="6C7C14FE" w14:textId="77777777" w:rsidR="00C3046E" w:rsidRPr="001E7798" w:rsidRDefault="00C3046E" w:rsidP="00BB0E41">
            <w:pPr>
              <w:jc w:val="center"/>
              <w:rPr>
                <w:b/>
                <w:sz w:val="18"/>
                <w:szCs w:val="18"/>
              </w:rPr>
            </w:pPr>
            <w:r w:rsidRPr="001E7798">
              <w:rPr>
                <w:b/>
                <w:sz w:val="18"/>
                <w:szCs w:val="18"/>
              </w:rPr>
              <w:t>Десят. знаки</w:t>
            </w:r>
          </w:p>
        </w:tc>
      </w:tr>
      <w:tr w:rsidR="00C3046E" w:rsidRPr="00C3046E" w14:paraId="55DEDAF8" w14:textId="77777777" w:rsidTr="00BB0E41">
        <w:tc>
          <w:tcPr>
            <w:tcW w:w="701" w:type="pct"/>
            <w:shd w:val="clear" w:color="auto" w:fill="BFBFBF"/>
          </w:tcPr>
          <w:p w14:paraId="4521BF4E" w14:textId="77777777" w:rsidR="00C3046E" w:rsidRPr="001E7798" w:rsidRDefault="00FE37FE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EFIS</w:t>
            </w:r>
            <w:r w:rsidR="00C3046E"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741" w:type="pct"/>
            <w:shd w:val="clear" w:color="auto" w:fill="BFBFBF"/>
          </w:tcPr>
          <w:p w14:paraId="3AB4F97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4BD313C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Корневой элемент (root element) XML документа</w:t>
            </w:r>
          </w:p>
        </w:tc>
        <w:tc>
          <w:tcPr>
            <w:tcW w:w="425" w:type="pct"/>
            <w:shd w:val="clear" w:color="auto" w:fill="BFBFBF"/>
          </w:tcPr>
          <w:p w14:paraId="7BABD445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09FB66B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0CA103F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1821705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7498CCF" w14:textId="77777777" w:rsidTr="00BB0E41">
        <w:tc>
          <w:tcPr>
            <w:tcW w:w="701" w:type="pct"/>
            <w:shd w:val="clear" w:color="auto" w:fill="BFBFBF"/>
          </w:tcPr>
          <w:p w14:paraId="61834C7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741" w:type="pct"/>
            <w:shd w:val="clear" w:color="auto" w:fill="BFBFBF"/>
          </w:tcPr>
          <w:p w14:paraId="051A1C9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55C6D9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425" w:type="pct"/>
            <w:shd w:val="clear" w:color="auto" w:fill="BFBFBF"/>
          </w:tcPr>
          <w:p w14:paraId="48974E4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6FA3B9E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771F121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E066B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41DCEAC" w14:textId="77777777" w:rsidTr="00BB0E41">
        <w:tc>
          <w:tcPr>
            <w:tcW w:w="701" w:type="pct"/>
            <w:shd w:val="clear" w:color="auto" w:fill="FFFFFF"/>
          </w:tcPr>
          <w:p w14:paraId="3BABD2B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49BF977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DOC_DATE</w:t>
            </w:r>
          </w:p>
        </w:tc>
        <w:tc>
          <w:tcPr>
            <w:tcW w:w="1386" w:type="pct"/>
            <w:shd w:val="clear" w:color="auto" w:fill="FFFFFF"/>
          </w:tcPr>
          <w:p w14:paraId="56217F2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425" w:type="pct"/>
            <w:shd w:val="clear" w:color="auto" w:fill="FFFFFF"/>
          </w:tcPr>
          <w:p w14:paraId="5E18B2D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7492E0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Date</w:t>
            </w:r>
          </w:p>
        </w:tc>
        <w:tc>
          <w:tcPr>
            <w:tcW w:w="330" w:type="pct"/>
            <w:shd w:val="clear" w:color="auto" w:fill="FFFFFF"/>
          </w:tcPr>
          <w:p w14:paraId="41BA0BB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195F9D2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93B2360" w14:textId="77777777" w:rsidTr="00BB0E41">
        <w:tc>
          <w:tcPr>
            <w:tcW w:w="701" w:type="pct"/>
            <w:shd w:val="clear" w:color="auto" w:fill="FFFFFF"/>
          </w:tcPr>
          <w:p w14:paraId="068E51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CDD9F3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DOC_TIME</w:t>
            </w:r>
          </w:p>
        </w:tc>
        <w:tc>
          <w:tcPr>
            <w:tcW w:w="1386" w:type="pct"/>
            <w:shd w:val="clear" w:color="auto" w:fill="FFFFFF"/>
          </w:tcPr>
          <w:p w14:paraId="7D310C9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425" w:type="pct"/>
            <w:shd w:val="clear" w:color="auto" w:fill="FFFFFF"/>
          </w:tcPr>
          <w:p w14:paraId="5DBDDFD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584212C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Time</w:t>
            </w:r>
          </w:p>
        </w:tc>
        <w:tc>
          <w:tcPr>
            <w:tcW w:w="330" w:type="pct"/>
            <w:shd w:val="clear" w:color="auto" w:fill="FFFFFF"/>
          </w:tcPr>
          <w:p w14:paraId="79D8236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73D40E7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682171F4" w14:textId="77777777" w:rsidTr="00BB0E41">
        <w:tc>
          <w:tcPr>
            <w:tcW w:w="701" w:type="pct"/>
            <w:shd w:val="clear" w:color="auto" w:fill="FFFFFF"/>
          </w:tcPr>
          <w:p w14:paraId="5CC8EC5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320D1D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DOC_NO</w:t>
            </w:r>
          </w:p>
        </w:tc>
        <w:tc>
          <w:tcPr>
            <w:tcW w:w="1386" w:type="pct"/>
            <w:shd w:val="clear" w:color="auto" w:fill="FFFFFF"/>
          </w:tcPr>
          <w:p w14:paraId="3D1E794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425" w:type="pct"/>
            <w:shd w:val="clear" w:color="auto" w:fill="FFFFFF"/>
          </w:tcPr>
          <w:p w14:paraId="551F424D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2B3F75F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3C9C5C9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5598F5F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670D9A92" w14:textId="77777777" w:rsidTr="00BB0E41">
        <w:tc>
          <w:tcPr>
            <w:tcW w:w="701" w:type="pct"/>
            <w:shd w:val="clear" w:color="auto" w:fill="FFFFFF"/>
          </w:tcPr>
          <w:p w14:paraId="661D7A5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3EAB67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DOC_TYPE_ID</w:t>
            </w:r>
          </w:p>
        </w:tc>
        <w:tc>
          <w:tcPr>
            <w:tcW w:w="1386" w:type="pct"/>
            <w:shd w:val="clear" w:color="auto" w:fill="FFFFFF"/>
          </w:tcPr>
          <w:p w14:paraId="2E65E34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425" w:type="pct"/>
            <w:shd w:val="clear" w:color="auto" w:fill="FFFFFF"/>
          </w:tcPr>
          <w:p w14:paraId="15CD90B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0A354F2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3A29D45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71C3292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9877103" w14:textId="77777777" w:rsidTr="00BB0E41">
        <w:tc>
          <w:tcPr>
            <w:tcW w:w="701" w:type="pct"/>
            <w:shd w:val="clear" w:color="auto" w:fill="FFFFFF"/>
          </w:tcPr>
          <w:p w14:paraId="0FEFCD4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7DA1CD8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SENDER_ID</w:t>
            </w:r>
          </w:p>
        </w:tc>
        <w:tc>
          <w:tcPr>
            <w:tcW w:w="1386" w:type="pct"/>
            <w:shd w:val="clear" w:color="auto" w:fill="FFFFFF"/>
          </w:tcPr>
          <w:p w14:paraId="4357174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425" w:type="pct"/>
            <w:shd w:val="clear" w:color="auto" w:fill="FFFFFF"/>
          </w:tcPr>
          <w:p w14:paraId="7F25BBA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659D48A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5DF98E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49E74D2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C81536F" w14:textId="77777777" w:rsidTr="00BB0E41">
        <w:tc>
          <w:tcPr>
            <w:tcW w:w="701" w:type="pct"/>
            <w:shd w:val="clear" w:color="auto" w:fill="FFFFFF"/>
          </w:tcPr>
          <w:p w14:paraId="6C07617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7234241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SENDER_NAME</w:t>
            </w:r>
          </w:p>
        </w:tc>
        <w:tc>
          <w:tcPr>
            <w:tcW w:w="1386" w:type="pct"/>
            <w:shd w:val="clear" w:color="auto" w:fill="FFFFFF"/>
          </w:tcPr>
          <w:p w14:paraId="5558A5C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425" w:type="pct"/>
            <w:shd w:val="clear" w:color="auto" w:fill="FFFFFF"/>
          </w:tcPr>
          <w:p w14:paraId="44DC71A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5801BE0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55E41DF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1-30</w:t>
            </w:r>
          </w:p>
        </w:tc>
        <w:tc>
          <w:tcPr>
            <w:tcW w:w="238" w:type="pct"/>
            <w:shd w:val="clear" w:color="auto" w:fill="FFFFFF"/>
          </w:tcPr>
          <w:p w14:paraId="2B5F27A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2DA1EF68" w14:textId="77777777" w:rsidTr="00BB0E41">
        <w:tc>
          <w:tcPr>
            <w:tcW w:w="701" w:type="pct"/>
            <w:shd w:val="clear" w:color="auto" w:fill="FFFFFF"/>
          </w:tcPr>
          <w:p w14:paraId="086ACFC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04B0A72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RECEIVER_ID</w:t>
            </w:r>
          </w:p>
        </w:tc>
        <w:tc>
          <w:tcPr>
            <w:tcW w:w="1386" w:type="pct"/>
            <w:shd w:val="clear" w:color="auto" w:fill="FFFFFF"/>
          </w:tcPr>
          <w:p w14:paraId="0808878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425" w:type="pct"/>
            <w:shd w:val="clear" w:color="auto" w:fill="FFFFFF"/>
          </w:tcPr>
          <w:p w14:paraId="4A4477D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3FB69AF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5B630AF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</w:t>
            </w:r>
          </w:p>
        </w:tc>
        <w:tc>
          <w:tcPr>
            <w:tcW w:w="238" w:type="pct"/>
            <w:shd w:val="clear" w:color="auto" w:fill="FFFFFF"/>
          </w:tcPr>
          <w:p w14:paraId="01A8391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561F0CEA" w14:textId="77777777" w:rsidTr="00BB0E41">
        <w:tc>
          <w:tcPr>
            <w:tcW w:w="701" w:type="pct"/>
            <w:shd w:val="clear" w:color="auto" w:fill="FFFFFF"/>
          </w:tcPr>
          <w:p w14:paraId="386A456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5FF5062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REMARKS</w:t>
            </w:r>
          </w:p>
        </w:tc>
        <w:tc>
          <w:tcPr>
            <w:tcW w:w="1386" w:type="pct"/>
            <w:shd w:val="clear" w:color="auto" w:fill="FFFFFF"/>
          </w:tcPr>
          <w:p w14:paraId="55F9C8D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425" w:type="pct"/>
            <w:shd w:val="clear" w:color="auto" w:fill="FFFFFF"/>
          </w:tcPr>
          <w:p w14:paraId="6A9B465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61E7183A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79995CF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1-120</w:t>
            </w:r>
          </w:p>
        </w:tc>
        <w:tc>
          <w:tcPr>
            <w:tcW w:w="238" w:type="pct"/>
            <w:shd w:val="clear" w:color="auto" w:fill="FFFFFF"/>
          </w:tcPr>
          <w:p w14:paraId="0B910951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4D6CA814" w14:textId="77777777" w:rsidTr="00BB0E41">
        <w:tc>
          <w:tcPr>
            <w:tcW w:w="701" w:type="pct"/>
            <w:shd w:val="clear" w:color="auto" w:fill="FFFFFF"/>
          </w:tcPr>
          <w:p w14:paraId="003F58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1931461D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SIGNAUTHOR</w:t>
            </w:r>
          </w:p>
        </w:tc>
        <w:tc>
          <w:tcPr>
            <w:tcW w:w="1386" w:type="pct"/>
            <w:shd w:val="clear" w:color="auto" w:fill="FFFFFF"/>
          </w:tcPr>
          <w:p w14:paraId="125B969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425" w:type="pct"/>
            <w:shd w:val="clear" w:color="auto" w:fill="FFFFFF"/>
          </w:tcPr>
          <w:p w14:paraId="5EABD3DB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00EB57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5F93237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2AC4729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2CC95EE" w14:textId="77777777" w:rsidTr="00BB0E41">
        <w:tc>
          <w:tcPr>
            <w:tcW w:w="701" w:type="pct"/>
            <w:shd w:val="clear" w:color="auto" w:fill="BFBFBF"/>
          </w:tcPr>
          <w:p w14:paraId="5C78DAF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741" w:type="pct"/>
            <w:shd w:val="clear" w:color="auto" w:fill="BFBFBF"/>
          </w:tcPr>
          <w:p w14:paraId="2374E51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56854F0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53360880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5AF0F67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692CC0A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4E8673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2B47ACA" w14:textId="77777777" w:rsidTr="00BB0E41">
        <w:tc>
          <w:tcPr>
            <w:tcW w:w="701" w:type="pct"/>
            <w:shd w:val="clear" w:color="auto" w:fill="BFBFBF"/>
          </w:tcPr>
          <w:p w14:paraId="4DA0832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CCX11</w:t>
            </w:r>
          </w:p>
        </w:tc>
        <w:tc>
          <w:tcPr>
            <w:tcW w:w="741" w:type="pct"/>
            <w:shd w:val="clear" w:color="auto" w:fill="BFBFBF"/>
          </w:tcPr>
          <w:p w14:paraId="21D3879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4B06913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425" w:type="pct"/>
            <w:shd w:val="clear" w:color="auto" w:fill="BFBFBF"/>
          </w:tcPr>
          <w:p w14:paraId="55FCC1A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5C9D9D4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25A85BF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46DC765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56021C5" w14:textId="77777777" w:rsidTr="00BB0E41">
        <w:tc>
          <w:tcPr>
            <w:tcW w:w="701" w:type="pct"/>
            <w:shd w:val="clear" w:color="auto" w:fill="FFFFFF"/>
          </w:tcPr>
          <w:p w14:paraId="30D75E0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513F8A7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ReportDate</w:t>
            </w:r>
          </w:p>
        </w:tc>
        <w:tc>
          <w:tcPr>
            <w:tcW w:w="1386" w:type="pct"/>
            <w:shd w:val="clear" w:color="auto" w:fill="FFFFFF"/>
          </w:tcPr>
          <w:p w14:paraId="0DB0A39F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425" w:type="pct"/>
            <w:shd w:val="clear" w:color="auto" w:fill="FFFFFF"/>
          </w:tcPr>
          <w:p w14:paraId="4C81C5CE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298E4EC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Date</w:t>
            </w:r>
          </w:p>
        </w:tc>
        <w:tc>
          <w:tcPr>
            <w:tcW w:w="330" w:type="pct"/>
            <w:shd w:val="clear" w:color="auto" w:fill="FFFFFF"/>
          </w:tcPr>
          <w:p w14:paraId="5370BAB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26B83F4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F0D1A00" w14:textId="77777777" w:rsidTr="00BB0E41">
        <w:tc>
          <w:tcPr>
            <w:tcW w:w="701" w:type="pct"/>
            <w:shd w:val="clear" w:color="auto" w:fill="FFFFFF"/>
          </w:tcPr>
          <w:p w14:paraId="53FC450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0FF0FBC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MaxMarginDate</w:t>
            </w:r>
          </w:p>
        </w:tc>
        <w:tc>
          <w:tcPr>
            <w:tcW w:w="1386" w:type="pct"/>
            <w:shd w:val="clear" w:color="auto" w:fill="FFFFFF"/>
          </w:tcPr>
          <w:p w14:paraId="2AF8D4A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Максимальная дата исполнения Маржинального требования</w:t>
            </w:r>
          </w:p>
        </w:tc>
        <w:tc>
          <w:tcPr>
            <w:tcW w:w="425" w:type="pct"/>
            <w:shd w:val="clear" w:color="auto" w:fill="FFFFFF"/>
          </w:tcPr>
          <w:p w14:paraId="27028A5F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27831C7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Date</w:t>
            </w:r>
          </w:p>
        </w:tc>
        <w:tc>
          <w:tcPr>
            <w:tcW w:w="330" w:type="pct"/>
            <w:shd w:val="clear" w:color="auto" w:fill="FFFFFF"/>
          </w:tcPr>
          <w:p w14:paraId="6BE8567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FFFFFF"/>
          </w:tcPr>
          <w:p w14:paraId="4B4A5E36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014C248" w14:textId="77777777" w:rsidTr="00BB0E41">
        <w:tc>
          <w:tcPr>
            <w:tcW w:w="701" w:type="pct"/>
            <w:shd w:val="clear" w:color="auto" w:fill="FFFFFF"/>
          </w:tcPr>
          <w:p w14:paraId="34AB70C8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30126905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r w:rsidRPr="001E7798">
              <w:rPr>
                <w:sz w:val="18"/>
                <w:szCs w:val="18"/>
              </w:rPr>
              <w:t>FirmId</w:t>
            </w:r>
          </w:p>
        </w:tc>
        <w:tc>
          <w:tcPr>
            <w:tcW w:w="1386" w:type="pct"/>
            <w:shd w:val="clear" w:color="auto" w:fill="FFFFFF"/>
          </w:tcPr>
          <w:p w14:paraId="4D53BFC7" w14:textId="77777777" w:rsidR="00C3046E" w:rsidRPr="001E7798" w:rsidRDefault="00A70886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1E7798">
              <w:rPr>
                <w:sz w:val="18"/>
                <w:szCs w:val="18"/>
              </w:rPr>
              <w:t xml:space="preserve"> </w:t>
            </w:r>
            <w:r w:rsidR="00C3046E" w:rsidRPr="001E7798">
              <w:rPr>
                <w:sz w:val="18"/>
                <w:szCs w:val="18"/>
              </w:rPr>
              <w:t xml:space="preserve">Участника </w:t>
            </w:r>
            <w:r>
              <w:rPr>
                <w:sz w:val="18"/>
                <w:szCs w:val="18"/>
              </w:rPr>
              <w:t>клиринга</w:t>
            </w:r>
          </w:p>
        </w:tc>
        <w:tc>
          <w:tcPr>
            <w:tcW w:w="425" w:type="pct"/>
            <w:shd w:val="clear" w:color="auto" w:fill="FFFFFF"/>
          </w:tcPr>
          <w:p w14:paraId="20F122C4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5DCF7B23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7BB3E7E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</w:t>
            </w:r>
          </w:p>
        </w:tc>
        <w:tc>
          <w:tcPr>
            <w:tcW w:w="238" w:type="pct"/>
            <w:shd w:val="clear" w:color="auto" w:fill="FFFFFF"/>
          </w:tcPr>
          <w:p w14:paraId="3FD52C6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0BA56CA4" w14:textId="77777777" w:rsidTr="00BB0E41">
        <w:tc>
          <w:tcPr>
            <w:tcW w:w="701" w:type="pct"/>
            <w:shd w:val="clear" w:color="auto" w:fill="FFFFFF"/>
          </w:tcPr>
          <w:p w14:paraId="676E28B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081C9EF8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r w:rsidRPr="001E7798">
              <w:rPr>
                <w:sz w:val="18"/>
                <w:szCs w:val="18"/>
              </w:rPr>
              <w:t>FirmName</w:t>
            </w:r>
          </w:p>
        </w:tc>
        <w:tc>
          <w:tcPr>
            <w:tcW w:w="1386" w:type="pct"/>
            <w:shd w:val="clear" w:color="auto" w:fill="FFFFFF"/>
          </w:tcPr>
          <w:p w14:paraId="4D0B4332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425" w:type="pct"/>
            <w:shd w:val="clear" w:color="auto" w:fill="FFFFFF"/>
          </w:tcPr>
          <w:p w14:paraId="441DAA5C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411D530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1D080C7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0-120</w:t>
            </w:r>
          </w:p>
        </w:tc>
        <w:tc>
          <w:tcPr>
            <w:tcW w:w="238" w:type="pct"/>
            <w:shd w:val="clear" w:color="auto" w:fill="FFFFFF"/>
          </w:tcPr>
          <w:p w14:paraId="58D2020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52F4EF0" w14:textId="77777777" w:rsidTr="00BB0E41">
        <w:tc>
          <w:tcPr>
            <w:tcW w:w="701" w:type="pct"/>
            <w:shd w:val="clear" w:color="auto" w:fill="FFFFFF"/>
          </w:tcPr>
          <w:p w14:paraId="644580B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596865C4" w14:textId="77777777" w:rsidR="00C3046E" w:rsidRPr="001E7798" w:rsidRDefault="00C3046E" w:rsidP="00BB0E41">
            <w:pPr>
              <w:rPr>
                <w:sz w:val="18"/>
                <w:szCs w:val="18"/>
                <w:lang w:val="en-US"/>
              </w:rPr>
            </w:pPr>
            <w:r w:rsidRPr="001E7798">
              <w:rPr>
                <w:sz w:val="18"/>
                <w:szCs w:val="18"/>
                <w:lang w:val="en-US"/>
              </w:rPr>
              <w:t>Clearing</w:t>
            </w:r>
            <w:r w:rsidRPr="001E7798">
              <w:rPr>
                <w:sz w:val="18"/>
                <w:szCs w:val="18"/>
              </w:rPr>
              <w:t>FirmName</w:t>
            </w:r>
            <w:r w:rsidRPr="001E7798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386" w:type="pct"/>
            <w:shd w:val="clear" w:color="auto" w:fill="FFFFFF"/>
          </w:tcPr>
          <w:p w14:paraId="1514F642" w14:textId="77777777" w:rsidR="00C3046E" w:rsidRPr="001E7798" w:rsidDel="00400B27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Наименование Участника клиринга</w:t>
            </w:r>
            <w:r w:rsidRPr="001E7798">
              <w:rPr>
                <w:sz w:val="18"/>
                <w:szCs w:val="18"/>
                <w:lang w:val="en-US"/>
              </w:rPr>
              <w:t xml:space="preserve"> (</w:t>
            </w:r>
            <w:r w:rsidRPr="001E7798">
              <w:rPr>
                <w:sz w:val="18"/>
                <w:szCs w:val="18"/>
              </w:rPr>
              <w:t>английское</w:t>
            </w:r>
            <w:r w:rsidRPr="001E779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25" w:type="pct"/>
            <w:shd w:val="clear" w:color="auto" w:fill="FFFFFF"/>
          </w:tcPr>
          <w:p w14:paraId="6038049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Нет</w:t>
            </w:r>
          </w:p>
        </w:tc>
        <w:tc>
          <w:tcPr>
            <w:tcW w:w="472" w:type="pct"/>
            <w:shd w:val="clear" w:color="auto" w:fill="FFFFFF"/>
          </w:tcPr>
          <w:p w14:paraId="6014DA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1B1676D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0-120</w:t>
            </w:r>
          </w:p>
        </w:tc>
        <w:tc>
          <w:tcPr>
            <w:tcW w:w="238" w:type="pct"/>
            <w:shd w:val="clear" w:color="auto" w:fill="FFFFFF"/>
          </w:tcPr>
          <w:p w14:paraId="47DAEFD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2611C45" w14:textId="77777777" w:rsidTr="00BB0E41">
        <w:tc>
          <w:tcPr>
            <w:tcW w:w="701" w:type="pct"/>
            <w:shd w:val="clear" w:color="auto" w:fill="BFBFBF"/>
          </w:tcPr>
          <w:p w14:paraId="72F42C7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741" w:type="pct"/>
            <w:shd w:val="clear" w:color="auto" w:fill="BFBFBF"/>
          </w:tcPr>
          <w:p w14:paraId="1C5BDFC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0BA48E77" w14:textId="77777777" w:rsidR="00C3046E" w:rsidRPr="00A57AF7" w:rsidRDefault="00C3046E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 xml:space="preserve">Блок информации по </w:t>
            </w:r>
            <w:r w:rsidR="00F049C3" w:rsidRPr="00A57AF7">
              <w:rPr>
                <w:sz w:val="18"/>
                <w:szCs w:val="18"/>
              </w:rPr>
              <w:t>ТКР</w:t>
            </w:r>
          </w:p>
        </w:tc>
        <w:tc>
          <w:tcPr>
            <w:tcW w:w="425" w:type="pct"/>
            <w:shd w:val="clear" w:color="auto" w:fill="BFBFBF"/>
          </w:tcPr>
          <w:p w14:paraId="42FA356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13DFD03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0C449EDD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3F8F2A9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13513707" w14:textId="77777777" w:rsidTr="00BB0E41">
        <w:tc>
          <w:tcPr>
            <w:tcW w:w="701" w:type="pct"/>
            <w:shd w:val="clear" w:color="auto" w:fill="FFFFFF"/>
          </w:tcPr>
          <w:p w14:paraId="12867F3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4CCB86CC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ExtSettleCode</w:t>
            </w:r>
          </w:p>
        </w:tc>
        <w:tc>
          <w:tcPr>
            <w:tcW w:w="1386" w:type="pct"/>
            <w:shd w:val="clear" w:color="auto" w:fill="FFFFFF"/>
          </w:tcPr>
          <w:p w14:paraId="36FF18D3" w14:textId="77777777" w:rsidR="00C3046E" w:rsidRPr="00A57AF7" w:rsidRDefault="00F049C3" w:rsidP="00BB0E41">
            <w:pPr>
              <w:rPr>
                <w:sz w:val="18"/>
                <w:szCs w:val="18"/>
              </w:rPr>
            </w:pPr>
            <w:r w:rsidRPr="00A57AF7">
              <w:rPr>
                <w:sz w:val="18"/>
                <w:szCs w:val="18"/>
              </w:rPr>
              <w:t>ТКР</w:t>
            </w:r>
            <w:r w:rsidR="00C3046E" w:rsidRPr="00A57AF7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425" w:type="pct"/>
            <w:shd w:val="clear" w:color="auto" w:fill="FFFFFF"/>
          </w:tcPr>
          <w:p w14:paraId="736832E3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7F751F4E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Character</w:t>
            </w:r>
          </w:p>
        </w:tc>
        <w:tc>
          <w:tcPr>
            <w:tcW w:w="330" w:type="pct"/>
            <w:shd w:val="clear" w:color="auto" w:fill="FFFFFF"/>
          </w:tcPr>
          <w:p w14:paraId="4B3EE274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20</w:t>
            </w:r>
          </w:p>
        </w:tc>
        <w:tc>
          <w:tcPr>
            <w:tcW w:w="238" w:type="pct"/>
            <w:shd w:val="clear" w:color="auto" w:fill="FFFFFF"/>
          </w:tcPr>
          <w:p w14:paraId="4682645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4B1B383" w14:textId="77777777" w:rsidTr="00BB0E41">
        <w:tc>
          <w:tcPr>
            <w:tcW w:w="701" w:type="pct"/>
            <w:shd w:val="clear" w:color="auto" w:fill="FFFFFF"/>
          </w:tcPr>
          <w:p w14:paraId="2DB8C8F5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741" w:type="pct"/>
            <w:shd w:val="clear" w:color="auto" w:fill="FFFFFF"/>
          </w:tcPr>
          <w:p w14:paraId="25022870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MarginSum</w:t>
            </w:r>
          </w:p>
        </w:tc>
        <w:tc>
          <w:tcPr>
            <w:tcW w:w="1386" w:type="pct"/>
            <w:shd w:val="clear" w:color="auto" w:fill="FFFFFF"/>
          </w:tcPr>
          <w:p w14:paraId="5ED604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Сумма Маржинального требования, руб.</w:t>
            </w:r>
          </w:p>
        </w:tc>
        <w:tc>
          <w:tcPr>
            <w:tcW w:w="425" w:type="pct"/>
            <w:shd w:val="clear" w:color="auto" w:fill="FFFFFF"/>
          </w:tcPr>
          <w:p w14:paraId="53761069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Да</w:t>
            </w:r>
          </w:p>
        </w:tc>
        <w:tc>
          <w:tcPr>
            <w:tcW w:w="472" w:type="pct"/>
            <w:shd w:val="clear" w:color="auto" w:fill="FFFFFF"/>
          </w:tcPr>
          <w:p w14:paraId="73607B69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Number</w:t>
            </w:r>
          </w:p>
        </w:tc>
        <w:tc>
          <w:tcPr>
            <w:tcW w:w="330" w:type="pct"/>
            <w:shd w:val="clear" w:color="auto" w:fill="FFFFFF"/>
          </w:tcPr>
          <w:p w14:paraId="576B613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20</w:t>
            </w:r>
          </w:p>
        </w:tc>
        <w:tc>
          <w:tcPr>
            <w:tcW w:w="238" w:type="pct"/>
            <w:shd w:val="clear" w:color="auto" w:fill="FFFFFF"/>
          </w:tcPr>
          <w:p w14:paraId="4D7DF876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2</w:t>
            </w:r>
          </w:p>
        </w:tc>
      </w:tr>
      <w:tr w:rsidR="00C3046E" w:rsidRPr="00C3046E" w14:paraId="59709DAA" w14:textId="77777777" w:rsidTr="00BB0E41">
        <w:tc>
          <w:tcPr>
            <w:tcW w:w="701" w:type="pct"/>
            <w:shd w:val="clear" w:color="auto" w:fill="BFBFBF"/>
          </w:tcPr>
          <w:p w14:paraId="604090F7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741" w:type="pct"/>
            <w:shd w:val="clear" w:color="auto" w:fill="BFBFBF"/>
          </w:tcPr>
          <w:p w14:paraId="28062E9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103749E7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341AE8FA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0768924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51C1080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755F05DB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3C634BCF" w14:textId="77777777" w:rsidTr="00BB0E41">
        <w:tc>
          <w:tcPr>
            <w:tcW w:w="701" w:type="pct"/>
            <w:shd w:val="clear" w:color="auto" w:fill="BFBFBF"/>
          </w:tcPr>
          <w:p w14:paraId="505D6D61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 xml:space="preserve">  /CCX11</w:t>
            </w:r>
          </w:p>
        </w:tc>
        <w:tc>
          <w:tcPr>
            <w:tcW w:w="741" w:type="pct"/>
            <w:shd w:val="clear" w:color="auto" w:fill="BFBFBF"/>
          </w:tcPr>
          <w:p w14:paraId="2B3A0E49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6D42DD82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3938C002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512AE943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764395B0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19D285CA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  <w:tr w:rsidR="00C3046E" w:rsidRPr="00C3046E" w14:paraId="79B92EAD" w14:textId="77777777" w:rsidTr="00BB0E41">
        <w:tc>
          <w:tcPr>
            <w:tcW w:w="701" w:type="pct"/>
            <w:shd w:val="clear" w:color="auto" w:fill="BFBFBF"/>
          </w:tcPr>
          <w:p w14:paraId="48600B3B" w14:textId="77777777" w:rsidR="00C3046E" w:rsidRPr="001E7798" w:rsidRDefault="00C3046E" w:rsidP="00BB0E41">
            <w:pPr>
              <w:rPr>
                <w:sz w:val="18"/>
                <w:szCs w:val="18"/>
              </w:rPr>
            </w:pPr>
            <w:r w:rsidRPr="001E7798">
              <w:rPr>
                <w:sz w:val="18"/>
                <w:szCs w:val="18"/>
              </w:rPr>
              <w:t>/</w:t>
            </w:r>
            <w:r w:rsidR="00FE37FE">
              <w:rPr>
                <w:sz w:val="18"/>
                <w:szCs w:val="18"/>
                <w:lang w:val="en-US"/>
              </w:rPr>
              <w:t>EFIS</w:t>
            </w:r>
            <w:r w:rsidRPr="001E7798">
              <w:rPr>
                <w:sz w:val="18"/>
                <w:szCs w:val="18"/>
              </w:rPr>
              <w:t>_DOC</w:t>
            </w:r>
          </w:p>
        </w:tc>
        <w:tc>
          <w:tcPr>
            <w:tcW w:w="741" w:type="pct"/>
            <w:shd w:val="clear" w:color="auto" w:fill="BFBFBF"/>
          </w:tcPr>
          <w:p w14:paraId="279BB7C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1386" w:type="pct"/>
            <w:shd w:val="clear" w:color="auto" w:fill="BFBFBF"/>
          </w:tcPr>
          <w:p w14:paraId="1BE5B22C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BFBFBF"/>
          </w:tcPr>
          <w:p w14:paraId="55F0FEE6" w14:textId="77777777" w:rsidR="00C3046E" w:rsidRPr="001E7798" w:rsidRDefault="00C3046E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2" w:type="pct"/>
            <w:shd w:val="clear" w:color="auto" w:fill="BFBFBF"/>
          </w:tcPr>
          <w:p w14:paraId="196FB13F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330" w:type="pct"/>
            <w:shd w:val="clear" w:color="auto" w:fill="BFBFBF"/>
          </w:tcPr>
          <w:p w14:paraId="6CEF82BE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BFBFBF"/>
          </w:tcPr>
          <w:p w14:paraId="3B77B074" w14:textId="77777777" w:rsidR="00C3046E" w:rsidRPr="001E7798" w:rsidRDefault="00C3046E" w:rsidP="00BB0E41">
            <w:pPr>
              <w:rPr>
                <w:sz w:val="18"/>
                <w:szCs w:val="18"/>
              </w:rPr>
            </w:pPr>
          </w:p>
        </w:tc>
      </w:tr>
    </w:tbl>
    <w:p w14:paraId="50408933" w14:textId="77777777" w:rsidR="004F25FE" w:rsidRDefault="004F25FE">
      <w:pPr>
        <w:rPr>
          <w:sz w:val="18"/>
          <w:szCs w:val="18"/>
        </w:rPr>
      </w:pPr>
    </w:p>
    <w:sectPr w:rsidR="004F25FE" w:rsidSect="00063144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A8A11" w14:textId="77777777" w:rsidR="00D70958" w:rsidRDefault="00D70958">
      <w:r>
        <w:separator/>
      </w:r>
    </w:p>
  </w:endnote>
  <w:endnote w:type="continuationSeparator" w:id="0">
    <w:p w14:paraId="5CD68FB4" w14:textId="77777777" w:rsidR="00D70958" w:rsidRDefault="00D7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1DF49" w14:textId="77777777" w:rsidR="00D70958" w:rsidRDefault="00D70958">
      <w:r>
        <w:separator/>
      </w:r>
    </w:p>
  </w:footnote>
  <w:footnote w:type="continuationSeparator" w:id="0">
    <w:p w14:paraId="0F9D5FAE" w14:textId="77777777" w:rsidR="00D70958" w:rsidRDefault="00D70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FE59A" w14:textId="77777777" w:rsidR="00CF7A17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CF7A17" w:rsidRPr="001E7798">
      <w:rPr>
        <w:sz w:val="22"/>
        <w:szCs w:val="22"/>
        <w:highlight w:val="yellow"/>
        <w:lang w:val="en-US"/>
      </w:rPr>
      <w:t>XX</w:t>
    </w:r>
    <w:r w:rsidR="00736514" w:rsidRPr="00934967">
      <w:rPr>
        <w:sz w:val="22"/>
        <w:szCs w:val="22"/>
      </w:rPr>
      <w:t xml:space="preserve"> </w:t>
    </w:r>
  </w:p>
  <w:p w14:paraId="30282814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0F9646A9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B6AC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E33803">
      <w:rPr>
        <w:sz w:val="22"/>
        <w:szCs w:val="22"/>
      </w:rPr>
      <w:t xml:space="preserve">31.3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FE37FE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3205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144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036"/>
    <w:rsid w:val="000C65D4"/>
    <w:rsid w:val="000D08A2"/>
    <w:rsid w:val="000E00C2"/>
    <w:rsid w:val="000E09C3"/>
    <w:rsid w:val="000E1168"/>
    <w:rsid w:val="000E1C0A"/>
    <w:rsid w:val="000E6DD4"/>
    <w:rsid w:val="000F1032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169B"/>
    <w:rsid w:val="00143ADE"/>
    <w:rsid w:val="00144CBA"/>
    <w:rsid w:val="00152441"/>
    <w:rsid w:val="00164857"/>
    <w:rsid w:val="0017006D"/>
    <w:rsid w:val="00170B1F"/>
    <w:rsid w:val="00172B5B"/>
    <w:rsid w:val="00175534"/>
    <w:rsid w:val="00183B17"/>
    <w:rsid w:val="00187619"/>
    <w:rsid w:val="001876F0"/>
    <w:rsid w:val="00192038"/>
    <w:rsid w:val="001A44EC"/>
    <w:rsid w:val="001A76B6"/>
    <w:rsid w:val="001A7A3B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7798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C7ECC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4CA9"/>
    <w:rsid w:val="003076A6"/>
    <w:rsid w:val="00312741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B91"/>
    <w:rsid w:val="00351E01"/>
    <w:rsid w:val="0035626E"/>
    <w:rsid w:val="0036416A"/>
    <w:rsid w:val="003667BA"/>
    <w:rsid w:val="00370D54"/>
    <w:rsid w:val="0037426C"/>
    <w:rsid w:val="0038066B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62D"/>
    <w:rsid w:val="00494211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20C1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86C94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75BCF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0CB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1C3E"/>
    <w:rsid w:val="007466D5"/>
    <w:rsid w:val="007477AE"/>
    <w:rsid w:val="00752C38"/>
    <w:rsid w:val="00754D8A"/>
    <w:rsid w:val="00755211"/>
    <w:rsid w:val="00755A6E"/>
    <w:rsid w:val="00771C04"/>
    <w:rsid w:val="00772B51"/>
    <w:rsid w:val="0077426A"/>
    <w:rsid w:val="0077433A"/>
    <w:rsid w:val="0077626C"/>
    <w:rsid w:val="00777BD8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D58B6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36E1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0256B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57AF7"/>
    <w:rsid w:val="00A60D3F"/>
    <w:rsid w:val="00A62763"/>
    <w:rsid w:val="00A63982"/>
    <w:rsid w:val="00A65FD2"/>
    <w:rsid w:val="00A662E1"/>
    <w:rsid w:val="00A70886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1A54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06EDA"/>
    <w:rsid w:val="00C1403F"/>
    <w:rsid w:val="00C154A1"/>
    <w:rsid w:val="00C16B41"/>
    <w:rsid w:val="00C21140"/>
    <w:rsid w:val="00C212F3"/>
    <w:rsid w:val="00C23E09"/>
    <w:rsid w:val="00C3046E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4ED9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A6E2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54121"/>
    <w:rsid w:val="00D6039A"/>
    <w:rsid w:val="00D6188C"/>
    <w:rsid w:val="00D67BFA"/>
    <w:rsid w:val="00D70958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2A40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3803"/>
    <w:rsid w:val="00E37F84"/>
    <w:rsid w:val="00E416F2"/>
    <w:rsid w:val="00E42986"/>
    <w:rsid w:val="00E4395F"/>
    <w:rsid w:val="00E45820"/>
    <w:rsid w:val="00E47564"/>
    <w:rsid w:val="00E47710"/>
    <w:rsid w:val="00E526AB"/>
    <w:rsid w:val="00E539B5"/>
    <w:rsid w:val="00E5469C"/>
    <w:rsid w:val="00E57DB2"/>
    <w:rsid w:val="00E61874"/>
    <w:rsid w:val="00E6788D"/>
    <w:rsid w:val="00E7408C"/>
    <w:rsid w:val="00E774D5"/>
    <w:rsid w:val="00E776B7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49C3"/>
    <w:rsid w:val="00F05BA4"/>
    <w:rsid w:val="00F07EC7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5B15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D3FF7"/>
    <w:rsid w:val="00FE37FE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D27D70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2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2025-12-11T14:00:00Z</dcterms:created>
  <dcterms:modified xsi:type="dcterms:W3CDTF">2025-12-18T11:01:00Z</dcterms:modified>
</cp:coreProperties>
</file>